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 IN  SCHOOL</w:t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s1026" type="#_x0000_t75" alt="http://www.partnershipsinaction.org/sites/default/files/images/22915-Kenya-crowded-classroom-1.jpg" style="position:absolute;left:0;text-align:left;margin-left:6.25pt;margin-top:8.1pt;width:457.65pt;height:559.7pt;z-index:251658240;visibility:visible">
            <v:imagedata r:id="rId6" o:title=""/>
          </v:shape>
        </w:pict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 WORKPLACE</w:t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 id="_x0000_s1027" type="#_x0000_t75" alt="http://t1.ftcdn.net/jpg/00/39/82/04/400_F_39820430_LcJ9PyCsKqWJx24xkCxg2mwPY94pVz5g.jpg" style="position:absolute;left:0;text-align:left;margin-left:39.55pt;margin-top:2.3pt;width:399.25pt;height:583.45pt;z-index:251659264;visibility:visible">
            <v:imagedata r:id="rId7" o:title=""/>
          </v:shape>
        </w:pict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HOME</w:t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pict>
          <v:shape id="_x0000_s1028" type="#_x0000_t75" alt="http://www.motifake.com/image/demotivational-poster/0909/dehumanization-of-women-there-oughtta-be-a-word-demotivational-poster-1253496536.jpg" style="position:absolute;left:0;text-align:left;margin-left:30.7pt;margin-top:17.25pt;width:431.15pt;height:580.75pt;z-index:251660288;visibility:visible">
            <v:imagedata r:id="rId8" o:title=""/>
          </v:shape>
        </w:pict>
      </w: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Pr="00622C5C" w:rsidRDefault="00634365" w:rsidP="00007E1E">
      <w:pPr>
        <w:jc w:val="center"/>
        <w:rPr>
          <w:rFonts w:ascii="Broadway" w:hAnsi="Broadway"/>
          <w:noProof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t>DEHUMANIZATION  IN COMMUNITY</w:t>
      </w:r>
    </w:p>
    <w:p w:rsidR="00634365" w:rsidRPr="00007E1E" w:rsidRDefault="00634365" w:rsidP="00007E1E">
      <w:pPr>
        <w:jc w:val="center"/>
        <w:rPr>
          <w:rFonts w:ascii="Broadway" w:hAnsi="Broadway"/>
          <w:sz w:val="28"/>
          <w:szCs w:val="28"/>
        </w:rPr>
      </w:pPr>
      <w:r w:rsidRPr="00C44BB5">
        <w:rPr>
          <w:rFonts w:ascii="Broadway" w:hAnsi="Broadway"/>
          <w:noProof/>
          <w:sz w:val="28"/>
          <w:szCs w:val="28"/>
        </w:rPr>
        <w:pict>
          <v:shape id="Picture 13" o:spid="_x0000_i1025" type="#_x0000_t75" style="width:462.75pt;height:593.25pt;visibility:visible">
            <v:imagedata r:id="rId9" o:title=""/>
          </v:shape>
        </w:pict>
      </w:r>
    </w:p>
    <w:sectPr w:rsidR="00634365" w:rsidRPr="00007E1E" w:rsidSect="00E07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365" w:rsidRDefault="00634365" w:rsidP="00007E1E">
      <w:pPr>
        <w:spacing w:after="0" w:line="240" w:lineRule="auto"/>
      </w:pPr>
      <w:r>
        <w:separator/>
      </w:r>
    </w:p>
  </w:endnote>
  <w:endnote w:type="continuationSeparator" w:id="0">
    <w:p w:rsidR="00634365" w:rsidRDefault="00634365" w:rsidP="0000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365" w:rsidRDefault="00634365" w:rsidP="00007E1E">
      <w:pPr>
        <w:spacing w:after="0" w:line="240" w:lineRule="auto"/>
      </w:pPr>
      <w:r>
        <w:separator/>
      </w:r>
    </w:p>
  </w:footnote>
  <w:footnote w:type="continuationSeparator" w:id="0">
    <w:p w:rsidR="00634365" w:rsidRDefault="00634365" w:rsidP="00007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E1E"/>
    <w:rsid w:val="00007E1E"/>
    <w:rsid w:val="00622C5C"/>
    <w:rsid w:val="00634365"/>
    <w:rsid w:val="009645D2"/>
    <w:rsid w:val="00A00021"/>
    <w:rsid w:val="00C44BB5"/>
    <w:rsid w:val="00D2206D"/>
    <w:rsid w:val="00E07C62"/>
    <w:rsid w:val="00EB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6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E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E1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E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27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DEHUMANIZATION  IN  SCHOOL</dc:title>
  <dc:subject/>
  <dc:creator>REMARKSES</dc:creator>
  <cp:keywords/>
  <dc:description/>
  <cp:lastModifiedBy>Student</cp:lastModifiedBy>
  <cp:revision>2</cp:revision>
  <dcterms:created xsi:type="dcterms:W3CDTF">2012-07-12T00:38:00Z</dcterms:created>
  <dcterms:modified xsi:type="dcterms:W3CDTF">2012-07-12T00:38:00Z</dcterms:modified>
</cp:coreProperties>
</file>